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7C" w:rsidRDefault="001B347C" w:rsidP="00B54CA2">
      <w:r>
        <w:t xml:space="preserve">        </w:t>
      </w:r>
    </w:p>
    <w:sectPr w:rsidR="001B347C" w:rsidSect="00866DF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540" w:right="0" w:bottom="1440" w:left="0" w:header="426" w:footer="2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622" w:rsidRDefault="00AA4622">
      <w:r>
        <w:separator/>
      </w:r>
    </w:p>
  </w:endnote>
  <w:endnote w:type="continuationSeparator" w:id="0">
    <w:p w:rsidR="00AA4622" w:rsidRDefault="00AA4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DFF" w:rsidRDefault="00824EDF" w:rsidP="00866DFF">
    <w:pPr>
      <w:pStyle w:val="Footer"/>
    </w:pPr>
    <w:r>
      <w:rPr>
        <w:noProof/>
      </w:rPr>
      <w:drawing>
        <wp:inline distT="0" distB="0" distL="0" distR="0">
          <wp:extent cx="7556500" cy="146050"/>
          <wp:effectExtent l="1905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46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66DFF" w:rsidRDefault="00866DFF" w:rsidP="00866D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622" w:rsidRDefault="00AA4622">
      <w:r>
        <w:separator/>
      </w:r>
    </w:p>
  </w:footnote>
  <w:footnote w:type="continuationSeparator" w:id="0">
    <w:p w:rsidR="00AA4622" w:rsidRDefault="00AA4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DFF" w:rsidRDefault="000B275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4.95pt;height:802.55pt;z-index:-251658240;mso-position-horizontal:center;mso-position-horizontal-relative:margin;mso-position-vertical:center;mso-position-vertical-relative:margin" o:allowincell="f">
          <v:imagedata r:id="rId1" o:title="amjac letterhea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DFF" w:rsidRDefault="00824EDF" w:rsidP="00866DFF">
    <w:pPr>
      <w:pStyle w:val="Header"/>
      <w:ind w:left="-360"/>
    </w:pPr>
    <w:r>
      <w:rPr>
        <w:noProof/>
      </w:rPr>
      <w:drawing>
        <wp:inline distT="0" distB="0" distL="0" distR="0">
          <wp:extent cx="7543800" cy="16764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76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DFF" w:rsidRDefault="000B275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4.95pt;height:802.55pt;z-index:-251659264;mso-position-horizontal:center;mso-position-horizontal-relative:margin;mso-position-vertical:center;mso-position-vertical-relative:margin" o:allowincell="f">
          <v:imagedata r:id="rId1" o:title="amjac letterhead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C01A7"/>
    <w:multiLevelType w:val="hybridMultilevel"/>
    <w:tmpl w:val="EA3A372C"/>
    <w:lvl w:ilvl="0" w:tplc="97A06E90">
      <w:numFmt w:val="bullet"/>
      <w:lvlText w:val="-"/>
      <w:lvlJc w:val="left"/>
      <w:pPr>
        <w:ind w:left="598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stylePaneFormatFilter w:val="3F01"/>
  <w:stylePaneSortMethod w:val="00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C6DD9"/>
    <w:rsid w:val="00082E8D"/>
    <w:rsid w:val="000B2755"/>
    <w:rsid w:val="000D5EBA"/>
    <w:rsid w:val="001B347C"/>
    <w:rsid w:val="003325BC"/>
    <w:rsid w:val="0038346C"/>
    <w:rsid w:val="00793594"/>
    <w:rsid w:val="00824EDF"/>
    <w:rsid w:val="00866DFF"/>
    <w:rsid w:val="00936445"/>
    <w:rsid w:val="00AA4622"/>
    <w:rsid w:val="00AE461F"/>
    <w:rsid w:val="00B54CA2"/>
    <w:rsid w:val="00BC6DD9"/>
    <w:rsid w:val="00F10D46"/>
    <w:rsid w:val="00F23C5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0B2755"/>
    <w:rPr>
      <w:rFonts w:ascii="Calibri" w:hAnsi="Calibri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C6D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6DD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B54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4CA2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chel\Desktop\Amjac%20Latter%20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Amjac Latter head.dot</Template>
  <TotalTime>1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 Martin</cp:lastModifiedBy>
  <cp:revision>2</cp:revision>
  <cp:lastPrinted>2009-04-09T11:35:00Z</cp:lastPrinted>
  <dcterms:created xsi:type="dcterms:W3CDTF">2015-06-15T18:07:00Z</dcterms:created>
  <dcterms:modified xsi:type="dcterms:W3CDTF">2015-06-15T18:07:00Z</dcterms:modified>
</cp:coreProperties>
</file>